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2020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69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691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438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:rsidTr="00953DAF">
        <w:tc>
          <w:tcPr>
            <w:tcW w:w="851" w:type="dxa"/>
            <w:vAlign w:val="center"/>
          </w:tcPr>
          <w:p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Środowisko społeczno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862E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1862E1">
        <w:tc>
          <w:tcPr>
            <w:tcW w:w="1962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1862E1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1862E1">
        <w:tc>
          <w:tcPr>
            <w:tcW w:w="1962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Marynowicz-Hetka E., Pedagogika społeczna. Podręcznik akademicki, tom 1.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społeczna. Podręcznik akademicki, tom 2, red. Marynowicz-Hetka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 M., Nauczyciele wobec zmian edukacyjnych w Polsce, Rzeszów 2006.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366" w:rsidRDefault="00681366" w:rsidP="00C16ABF">
      <w:pPr>
        <w:spacing w:after="0" w:line="240" w:lineRule="auto"/>
      </w:pPr>
      <w:r>
        <w:separator/>
      </w:r>
    </w:p>
  </w:endnote>
  <w:endnote w:type="continuationSeparator" w:id="0">
    <w:p w:rsidR="00681366" w:rsidRDefault="006813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366" w:rsidRDefault="00681366" w:rsidP="00C16ABF">
      <w:pPr>
        <w:spacing w:after="0" w:line="240" w:lineRule="auto"/>
      </w:pPr>
      <w:r>
        <w:separator/>
      </w:r>
    </w:p>
  </w:footnote>
  <w:footnote w:type="continuationSeparator" w:id="0">
    <w:p w:rsidR="00681366" w:rsidRDefault="006813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E6919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213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42D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093"/>
    <w:rsid w:val="00647FA8"/>
    <w:rsid w:val="00650C5F"/>
    <w:rsid w:val="00654934"/>
    <w:rsid w:val="006620D9"/>
    <w:rsid w:val="00671958"/>
    <w:rsid w:val="00675843"/>
    <w:rsid w:val="0067710F"/>
    <w:rsid w:val="00681366"/>
    <w:rsid w:val="00696477"/>
    <w:rsid w:val="006A3FA7"/>
    <w:rsid w:val="006B5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D561C"/>
    <w:rsid w:val="00ED7FC0"/>
    <w:rsid w:val="00EE32DE"/>
    <w:rsid w:val="00EE5457"/>
    <w:rsid w:val="00F070AB"/>
    <w:rsid w:val="00F15751"/>
    <w:rsid w:val="00F17567"/>
    <w:rsid w:val="00F27A7B"/>
    <w:rsid w:val="00F34783"/>
    <w:rsid w:val="00F526AF"/>
    <w:rsid w:val="00F617C3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4A05-1E86-4551-926D-F486642F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2019-12-06T10:06:00Z</cp:lastPrinted>
  <dcterms:created xsi:type="dcterms:W3CDTF">2019-11-20T16:54:00Z</dcterms:created>
  <dcterms:modified xsi:type="dcterms:W3CDTF">2021-10-01T09:54:00Z</dcterms:modified>
</cp:coreProperties>
</file>